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F4B" w:rsidRPr="001F44FB" w:rsidRDefault="00467F4B" w:rsidP="003F31E1">
      <w:pPr>
        <w:jc w:val="both"/>
        <w:rPr>
          <w:rFonts w:ascii="Times New Roman" w:hAnsi="Times New Roman"/>
          <w:sz w:val="28"/>
          <w:szCs w:val="28"/>
        </w:rPr>
      </w:pPr>
      <w:r w:rsidRPr="001F44FB">
        <w:rPr>
          <w:rStyle w:val="Strong"/>
          <w:rFonts w:ascii="Times New Roman" w:hAnsi="Times New Roman"/>
          <w:color w:val="000000"/>
          <w:sz w:val="28"/>
          <w:szCs w:val="28"/>
        </w:rPr>
        <w:t>Загадки для детей</w:t>
      </w:r>
      <w:r w:rsidRPr="001F44FB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1F44FB">
        <w:rPr>
          <w:rFonts w:ascii="Times New Roman" w:hAnsi="Times New Roman"/>
          <w:color w:val="000000"/>
          <w:sz w:val="28"/>
          <w:szCs w:val="28"/>
        </w:rPr>
        <w:t>– это занимательный и доступный для всех способ развития ребенка. Дети очень любят разгадывать их, а полученная через загадки информация быстро и легко запоминается. То, что загадки очень эффективно использовать в обучении ребенка подтверждают ведущие педагоги всего мира, ведь они развивают воображение и смекалку, наблюдательность и память, логику и кругозор. Разгадывая загадки, малыш начинает активно мыслить и анализировать услышанное. Загадки тренируют память, потому что ребенок запоминает не только ответ, но и ее текст. Став немного старше, он начинает сам загадывать загадки друзьям и родственникам.</w:t>
      </w:r>
      <w:r w:rsidRPr="001F44F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1F44FB">
        <w:rPr>
          <w:rFonts w:ascii="Times New Roman" w:hAnsi="Times New Roman"/>
          <w:color w:val="000000"/>
          <w:sz w:val="28"/>
          <w:szCs w:val="28"/>
        </w:rPr>
        <w:br/>
        <w:t>     Специально для вас на сайте собраны тематические коллекции загадок. Загадки с картинками выделены в отдельные блоки, чтобы вам было удобно подобрать материал именно для вашего малыша. Удачи вам!</w:t>
      </w:r>
    </w:p>
    <w:p w:rsidR="00467F4B" w:rsidRPr="001F44FB" w:rsidRDefault="00467F4B">
      <w:pPr>
        <w:rPr>
          <w:rFonts w:ascii="Times New Roman" w:hAnsi="Times New Roman"/>
          <w:sz w:val="28"/>
          <w:szCs w:val="28"/>
        </w:rPr>
      </w:pPr>
    </w:p>
    <w:sectPr w:rsidR="00467F4B" w:rsidRPr="001F44FB" w:rsidSect="000D5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4FB"/>
    <w:rsid w:val="000D55C7"/>
    <w:rsid w:val="001F44FB"/>
    <w:rsid w:val="003F31E1"/>
    <w:rsid w:val="00467F4B"/>
    <w:rsid w:val="006C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5C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1F44FB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F44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123</Words>
  <Characters>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</dc:creator>
  <cp:keywords/>
  <dc:description/>
  <cp:lastModifiedBy>User</cp:lastModifiedBy>
  <cp:revision>3</cp:revision>
  <dcterms:created xsi:type="dcterms:W3CDTF">2016-04-13T17:50:00Z</dcterms:created>
  <dcterms:modified xsi:type="dcterms:W3CDTF">2016-04-15T07:12:00Z</dcterms:modified>
</cp:coreProperties>
</file>